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B96AB9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B96AB9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倉敷市グラウンド・ゴルフ場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165CBE" w:rsidP="00165CBE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B96AB9">
            <w:pPr>
              <w:pStyle w:val="a4"/>
              <w:ind w:leftChars="0" w:left="360"/>
              <w:jc w:val="left"/>
              <w:rPr>
                <w:szCs w:val="21"/>
              </w:rPr>
            </w:pPr>
          </w:p>
          <w:p w:rsidR="00B96AB9" w:rsidRDefault="00B96AB9" w:rsidP="00B96AB9">
            <w:pPr>
              <w:pStyle w:val="a4"/>
              <w:ind w:leftChars="0" w:left="360"/>
              <w:jc w:val="left"/>
              <w:rPr>
                <w:szCs w:val="21"/>
              </w:rPr>
            </w:pPr>
          </w:p>
          <w:p w:rsidR="00B96AB9" w:rsidRPr="00165CBE" w:rsidRDefault="00B96AB9" w:rsidP="00B96AB9">
            <w:pPr>
              <w:pStyle w:val="a4"/>
              <w:ind w:leftChars="0" w:left="360"/>
              <w:jc w:val="left"/>
              <w:rPr>
                <w:rFonts w:hint="eastAsia"/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A9371E" w:rsidP="00165CBE">
            <w:pPr>
              <w:jc w:val="left"/>
              <w:rPr>
                <w:szCs w:val="21"/>
              </w:rPr>
            </w:pPr>
            <w:r w:rsidRPr="00A9371E">
              <w:rPr>
                <w:rFonts w:hint="eastAsia"/>
                <w:szCs w:val="21"/>
              </w:rPr>
              <w:t>令和</w:t>
            </w:r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B96AB9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26DD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28C3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A9371E"/>
    <w:rsid w:val="00B24125"/>
    <w:rsid w:val="00B96AB9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88C26A-8321-4484-8F2D-EFEC5843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EB3A474F.dotm</Template>
  <TotalTime>25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内田　裕志</cp:lastModifiedBy>
  <cp:revision>17</cp:revision>
  <cp:lastPrinted>2015-04-07T01:32:00Z</cp:lastPrinted>
  <dcterms:created xsi:type="dcterms:W3CDTF">2015-02-17T10:16:00Z</dcterms:created>
  <dcterms:modified xsi:type="dcterms:W3CDTF">2021-06-29T02:49:00Z</dcterms:modified>
</cp:coreProperties>
</file>