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6EC" w:rsidRPr="008E36EC" w:rsidRDefault="008E36EC" w:rsidP="008E36EC">
      <w:pPr>
        <w:spacing w:afterLines="10" w:after="29"/>
        <w:jc w:val="center"/>
        <w:rPr>
          <w:rFonts w:hint="eastAsia"/>
          <w:sz w:val="28"/>
          <w:szCs w:val="28"/>
        </w:rPr>
      </w:pPr>
      <w:bookmarkStart w:id="0" w:name="_GoBack"/>
      <w:bookmarkEnd w:id="0"/>
      <w:r w:rsidRPr="008E36EC">
        <w:rPr>
          <w:rFonts w:hint="eastAsia"/>
          <w:sz w:val="28"/>
          <w:szCs w:val="28"/>
        </w:rPr>
        <w:t>職　員　一　覧　表</w:t>
      </w:r>
    </w:p>
    <w:tbl>
      <w:tblPr>
        <w:tblW w:w="10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2027"/>
        <w:gridCol w:w="1351"/>
        <w:gridCol w:w="684"/>
        <w:gridCol w:w="1036"/>
        <w:gridCol w:w="1091"/>
        <w:gridCol w:w="2213"/>
        <w:gridCol w:w="1142"/>
      </w:tblGrid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№</w:t>
            </w:r>
          </w:p>
        </w:tc>
        <w:tc>
          <w:tcPr>
            <w:tcW w:w="2027" w:type="dxa"/>
            <w:vAlign w:val="center"/>
          </w:tcPr>
          <w:p w:rsidR="008E36EC" w:rsidRDefault="008E36EC" w:rsidP="00992D7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職　名</w:t>
            </w:r>
          </w:p>
        </w:tc>
        <w:tc>
          <w:tcPr>
            <w:tcW w:w="1351" w:type="dxa"/>
            <w:vAlign w:val="center"/>
          </w:tcPr>
          <w:p w:rsidR="008E36EC" w:rsidRDefault="008E36EC" w:rsidP="00992D7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氏　名</w:t>
            </w:r>
          </w:p>
        </w:tc>
        <w:tc>
          <w:tcPr>
            <w:tcW w:w="684" w:type="dxa"/>
            <w:vAlign w:val="center"/>
          </w:tcPr>
          <w:p w:rsidR="008E36EC" w:rsidRDefault="008E36EC" w:rsidP="00992D7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年齢</w:t>
            </w:r>
          </w:p>
        </w:tc>
        <w:tc>
          <w:tcPr>
            <w:tcW w:w="1036" w:type="dxa"/>
            <w:vAlign w:val="center"/>
          </w:tcPr>
          <w:p w:rsidR="008E36EC" w:rsidRDefault="008E36EC" w:rsidP="00992D7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勤続年数</w:t>
            </w:r>
          </w:p>
        </w:tc>
        <w:tc>
          <w:tcPr>
            <w:tcW w:w="1091" w:type="dxa"/>
            <w:vAlign w:val="center"/>
          </w:tcPr>
          <w:p w:rsidR="008E36EC" w:rsidRDefault="008E36EC" w:rsidP="00992D7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勤務形態</w:t>
            </w:r>
          </w:p>
        </w:tc>
        <w:tc>
          <w:tcPr>
            <w:tcW w:w="2213" w:type="dxa"/>
            <w:vAlign w:val="center"/>
          </w:tcPr>
          <w:p w:rsidR="008E36EC" w:rsidRDefault="008E36EC" w:rsidP="00992D7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資　格</w:t>
            </w:r>
          </w:p>
        </w:tc>
        <w:tc>
          <w:tcPr>
            <w:tcW w:w="1142" w:type="dxa"/>
            <w:vAlign w:val="center"/>
          </w:tcPr>
          <w:p w:rsidR="008E36EC" w:rsidRDefault="008E36EC" w:rsidP="00992D7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備考</w:t>
            </w: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22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23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24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26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27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28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29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30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31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33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34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35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8E36EC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36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2E3BC9">
        <w:tc>
          <w:tcPr>
            <w:tcW w:w="482" w:type="dxa"/>
            <w:vAlign w:val="center"/>
          </w:tcPr>
          <w:p w:rsidR="002E3BC9" w:rsidRDefault="002E3BC9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37</w:t>
            </w:r>
          </w:p>
        </w:tc>
        <w:tc>
          <w:tcPr>
            <w:tcW w:w="2027" w:type="dxa"/>
            <w:vAlign w:val="center"/>
          </w:tcPr>
          <w:p w:rsidR="002E3BC9" w:rsidRPr="008E36EC" w:rsidRDefault="002E3BC9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2E3BC9" w:rsidRPr="008E36EC" w:rsidRDefault="002E3BC9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2E3BC9" w:rsidRPr="008E36EC" w:rsidRDefault="002E3BC9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2E3BC9" w:rsidRPr="008E36EC" w:rsidRDefault="002E3BC9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2E3BC9" w:rsidRPr="008E36EC" w:rsidRDefault="002E3BC9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2E3BC9" w:rsidRPr="008E36EC" w:rsidRDefault="002E3BC9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2E3BC9" w:rsidRPr="008E36EC" w:rsidRDefault="002E3BC9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2E3BC9">
        <w:tc>
          <w:tcPr>
            <w:tcW w:w="482" w:type="dxa"/>
            <w:vAlign w:val="center"/>
          </w:tcPr>
          <w:p w:rsidR="002E3BC9" w:rsidRDefault="002E3BC9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38</w:t>
            </w:r>
          </w:p>
        </w:tc>
        <w:tc>
          <w:tcPr>
            <w:tcW w:w="2027" w:type="dxa"/>
            <w:vAlign w:val="center"/>
          </w:tcPr>
          <w:p w:rsidR="002E3BC9" w:rsidRPr="008E36EC" w:rsidRDefault="002E3BC9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2E3BC9" w:rsidRPr="008E36EC" w:rsidRDefault="002E3BC9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2E3BC9" w:rsidRPr="008E36EC" w:rsidRDefault="002E3BC9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2E3BC9" w:rsidRPr="008E36EC" w:rsidRDefault="002E3BC9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2E3BC9" w:rsidRPr="008E36EC" w:rsidRDefault="002E3BC9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2E3BC9" w:rsidRPr="008E36EC" w:rsidRDefault="002E3BC9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2E3BC9" w:rsidRPr="008E36EC" w:rsidRDefault="002E3BC9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8E36EC">
        <w:tc>
          <w:tcPr>
            <w:tcW w:w="482" w:type="dxa"/>
            <w:vAlign w:val="center"/>
          </w:tcPr>
          <w:p w:rsidR="008E36EC" w:rsidRDefault="002E3BC9" w:rsidP="008E36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39</w:t>
            </w:r>
          </w:p>
        </w:tc>
        <w:tc>
          <w:tcPr>
            <w:tcW w:w="2027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8E36EC" w:rsidRPr="008E36EC" w:rsidRDefault="008E36EC" w:rsidP="008E36EC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8E36EC" w:rsidRDefault="008E36EC" w:rsidP="008E36EC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　注意</w:t>
      </w:r>
    </w:p>
    <w:p w:rsidR="008E36EC" w:rsidRDefault="008E36EC" w:rsidP="008E36EC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　　職員全員の履歴書の履歴書を添付してください。（既存のもので可。）</w:t>
      </w:r>
    </w:p>
    <w:p w:rsidR="008E36EC" w:rsidRDefault="008E36EC" w:rsidP="008E36EC">
      <w:pPr>
        <w:pStyle w:val="a3"/>
        <w:rPr>
          <w:rFonts w:hint="eastAsia"/>
        </w:rPr>
      </w:pPr>
      <w:r>
        <w:rPr>
          <w:rFonts w:hint="eastAsia"/>
        </w:rPr>
        <w:t xml:space="preserve">　　なお、施設長，医師，看護職員，生活相談員，栄養士，機能訓練指導員は資格証明書の写しも添付してください。（既存のもので可。）</w:t>
      </w:r>
    </w:p>
    <w:p w:rsidR="008E36EC" w:rsidRDefault="008E36EC" w:rsidP="008E36EC">
      <w:pPr>
        <w:ind w:left="386" w:hangingChars="200" w:hanging="386"/>
        <w:rPr>
          <w:rFonts w:hint="eastAsia"/>
          <w:szCs w:val="21"/>
        </w:rPr>
      </w:pPr>
      <w:r>
        <w:rPr>
          <w:rFonts w:hint="eastAsia"/>
          <w:szCs w:val="21"/>
        </w:rPr>
        <w:t xml:space="preserve">　　介護職員は、ユニット毎に記載し、ユニットﾘｰﾀﾞｰを明記すること。また、ユニットﾘｰﾀﾞｰ研修を受講した者については、その研修履歴がわかる書面を添付してください。</w:t>
      </w:r>
    </w:p>
    <w:p w:rsidR="00992D78" w:rsidRPr="008E36EC" w:rsidRDefault="008E36EC">
      <w:pPr>
        <w:spacing w:afterLines="10" w:after="29"/>
        <w:jc w:val="center"/>
        <w:rPr>
          <w:rFonts w:hint="eastAsia"/>
          <w:sz w:val="28"/>
          <w:szCs w:val="28"/>
        </w:rPr>
      </w:pPr>
      <w:r>
        <w:rPr>
          <w:sz w:val="24"/>
        </w:rPr>
        <w:br w:type="page"/>
      </w:r>
      <w:r w:rsidR="00992D78" w:rsidRPr="008E36EC">
        <w:rPr>
          <w:rFonts w:hint="eastAsia"/>
          <w:sz w:val="28"/>
          <w:szCs w:val="28"/>
        </w:rPr>
        <w:lastRenderedPageBreak/>
        <w:t>職　員　一　覧　表</w:t>
      </w:r>
    </w:p>
    <w:tbl>
      <w:tblPr>
        <w:tblW w:w="10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2027"/>
        <w:gridCol w:w="1351"/>
        <w:gridCol w:w="684"/>
        <w:gridCol w:w="1036"/>
        <w:gridCol w:w="1091"/>
        <w:gridCol w:w="2213"/>
        <w:gridCol w:w="1142"/>
      </w:tblGrid>
      <w:tr w:rsidR="00992D78">
        <w:tc>
          <w:tcPr>
            <w:tcW w:w="482" w:type="dxa"/>
            <w:vAlign w:val="center"/>
          </w:tcPr>
          <w:p w:rsidR="00992D78" w:rsidRDefault="006051DA">
            <w:pPr>
              <w:jc w:val="center"/>
              <w:rPr>
                <w:rFonts w:hint="eastAsia"/>
                <w:szCs w:val="21"/>
              </w:rPr>
            </w:pPr>
            <w:r>
              <w:rPr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-579120</wp:posOffset>
                      </wp:positionV>
                      <wp:extent cx="1102995" cy="369570"/>
                      <wp:effectExtent l="5715" t="11430" r="5715" b="952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2995" cy="369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E36EC" w:rsidRPr="008E36EC" w:rsidRDefault="008E36EC" w:rsidP="008E36EC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8E36EC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記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8E36EC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入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8E36EC"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5.4pt;margin-top:-45.6pt;width:86.85pt;height:29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">
                      <v:textbox inset="5.85pt,.7pt,5.85pt,.7pt">
                        <w:txbxContent>
                          <w:p w:rsidR="008E36EC" w:rsidRPr="008E36EC" w:rsidRDefault="008E36EC" w:rsidP="008E36E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E36EC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記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E36EC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入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E36EC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92D78">
              <w:rPr>
                <w:rFonts w:hint="eastAsia"/>
                <w:szCs w:val="21"/>
              </w:rPr>
              <w:t>№</w:t>
            </w:r>
          </w:p>
        </w:tc>
        <w:tc>
          <w:tcPr>
            <w:tcW w:w="2027" w:type="dxa"/>
            <w:vAlign w:val="center"/>
          </w:tcPr>
          <w:p w:rsidR="00992D78" w:rsidRDefault="00992D7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職　名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氏　名</w:t>
            </w:r>
          </w:p>
        </w:tc>
        <w:tc>
          <w:tcPr>
            <w:tcW w:w="684" w:type="dxa"/>
            <w:vAlign w:val="center"/>
          </w:tcPr>
          <w:p w:rsidR="00992D78" w:rsidRDefault="00992D7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年齢</w:t>
            </w:r>
          </w:p>
        </w:tc>
        <w:tc>
          <w:tcPr>
            <w:tcW w:w="1036" w:type="dxa"/>
            <w:vAlign w:val="center"/>
          </w:tcPr>
          <w:p w:rsidR="00992D78" w:rsidRDefault="00992D7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勤続年数</w:t>
            </w:r>
          </w:p>
        </w:tc>
        <w:tc>
          <w:tcPr>
            <w:tcW w:w="1091" w:type="dxa"/>
            <w:vAlign w:val="center"/>
          </w:tcPr>
          <w:p w:rsidR="00992D78" w:rsidRDefault="00992D7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勤務形態</w:t>
            </w:r>
          </w:p>
        </w:tc>
        <w:tc>
          <w:tcPr>
            <w:tcW w:w="2213" w:type="dxa"/>
            <w:vAlign w:val="center"/>
          </w:tcPr>
          <w:p w:rsidR="00992D78" w:rsidRDefault="00992D7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資　格</w:t>
            </w:r>
          </w:p>
        </w:tc>
        <w:tc>
          <w:tcPr>
            <w:tcW w:w="1142" w:type="dxa"/>
            <w:vAlign w:val="center"/>
          </w:tcPr>
          <w:p w:rsidR="00992D78" w:rsidRDefault="00992D7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備考</w:t>
            </w: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施設長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常勤</w:t>
            </w: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施設長認定講習会終了</w:t>
            </w: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医師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嘱託</w:t>
            </w: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医師免許</w:t>
            </w: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生活相談員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常勤</w:t>
            </w: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社会福祉主事</w:t>
            </w: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2E3BC9" w:rsidRDefault="00992D7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看護師</w:t>
            </w:r>
          </w:p>
          <w:p w:rsidR="00992D78" w:rsidRDefault="002E3BC9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兼機能訓練指導員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常勤</w:t>
            </w: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看護師免許</w:t>
            </w:r>
          </w:p>
          <w:p w:rsidR="002E3BC9" w:rsidRDefault="002E3BC9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理学療法士</w:t>
            </w: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 w:rsidP="002E3BC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〃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 w:rsidP="002E3BC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〃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非常勤</w:t>
            </w: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>
            <w:pPr>
              <w:rPr>
                <w:rFonts w:hint="eastAsia"/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A</w:t>
            </w:r>
            <w:r>
              <w:rPr>
                <w:rFonts w:hint="eastAsia"/>
                <w:sz w:val="18"/>
                <w:szCs w:val="21"/>
              </w:rPr>
              <w:t>ユニット</w:t>
            </w:r>
          </w:p>
          <w:p w:rsidR="00992D78" w:rsidRDefault="00992D78">
            <w:pPr>
              <w:rPr>
                <w:rFonts w:hint="eastAsia"/>
                <w:sz w:val="16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(</w:t>
            </w:r>
            <w:r>
              <w:rPr>
                <w:rFonts w:hint="eastAsia"/>
                <w:sz w:val="18"/>
                <w:szCs w:val="21"/>
              </w:rPr>
              <w:t>ユニットﾘｰﾀﾞｰ</w:t>
            </w:r>
            <w:r>
              <w:rPr>
                <w:rFonts w:hint="eastAsia"/>
                <w:sz w:val="16"/>
                <w:szCs w:val="21"/>
              </w:rPr>
              <w:t>)</w:t>
            </w:r>
            <w:r>
              <w:rPr>
                <w:rFonts w:hint="eastAsia"/>
                <w:sz w:val="18"/>
                <w:szCs w:val="21"/>
              </w:rPr>
              <w:t>介護職員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ind w:left="85" w:hangingChars="44" w:hanging="85"/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常勤</w:t>
            </w: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ユニットﾘｰﾀﾞｰ研修受講済</w:t>
            </w: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Pr="002E3BC9" w:rsidRDefault="00992D78" w:rsidP="002E3BC9">
            <w:pPr>
              <w:rPr>
                <w:rFonts w:hint="eastAsia"/>
                <w:szCs w:val="21"/>
              </w:rPr>
            </w:pPr>
            <w:r w:rsidRPr="002E3BC9">
              <w:rPr>
                <w:rFonts w:hint="eastAsia"/>
                <w:szCs w:val="21"/>
              </w:rPr>
              <w:t>介護職員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〃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〃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>
            <w:pPr>
              <w:rPr>
                <w:rFonts w:hint="eastAsia"/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B</w:t>
            </w:r>
            <w:r>
              <w:rPr>
                <w:rFonts w:hint="eastAsia"/>
                <w:sz w:val="18"/>
                <w:szCs w:val="21"/>
              </w:rPr>
              <w:t>ユニット</w:t>
            </w:r>
          </w:p>
          <w:p w:rsidR="00992D78" w:rsidRDefault="00992D7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(</w:t>
            </w:r>
            <w:r>
              <w:rPr>
                <w:rFonts w:hint="eastAsia"/>
                <w:sz w:val="18"/>
                <w:szCs w:val="21"/>
              </w:rPr>
              <w:t>ユニットﾘｰﾀﾞｰ</w:t>
            </w:r>
            <w:r>
              <w:rPr>
                <w:rFonts w:hint="eastAsia"/>
                <w:sz w:val="16"/>
                <w:szCs w:val="21"/>
              </w:rPr>
              <w:t>)</w:t>
            </w:r>
            <w:r>
              <w:rPr>
                <w:rFonts w:hint="eastAsia"/>
                <w:sz w:val="18"/>
                <w:szCs w:val="21"/>
              </w:rPr>
              <w:t>介護職員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Pr="002E3BC9" w:rsidRDefault="00992D78" w:rsidP="002E3BC9">
            <w:pPr>
              <w:rPr>
                <w:rFonts w:hint="eastAsia"/>
                <w:szCs w:val="21"/>
              </w:rPr>
            </w:pPr>
            <w:r w:rsidRPr="002E3BC9">
              <w:rPr>
                <w:rFonts w:hint="eastAsia"/>
                <w:szCs w:val="21"/>
              </w:rPr>
              <w:t>介護職員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〃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〃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 w:rsidP="002E3BC9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 w:rsidP="002E3BC9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 w:rsidP="002E3BC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〃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 w:rsidP="002E3BC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〃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 w:rsidP="002E3BC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〃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 w:rsidP="002E3BC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〃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 w:rsidP="002E3BC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〃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 w:rsidP="002E3BC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〃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 w:rsidP="002E3BC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〃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非常勤</w:t>
            </w: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 w:rsidP="002E3BC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〃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 w:rsidP="002E3BC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〃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 w:rsidP="002E3BC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〃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 w:rsidP="002E3BC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〃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栄養士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常勤</w:t>
            </w:r>
          </w:p>
        </w:tc>
        <w:tc>
          <w:tcPr>
            <w:tcW w:w="2213" w:type="dxa"/>
            <w:vAlign w:val="center"/>
          </w:tcPr>
          <w:p w:rsidR="00992D78" w:rsidRDefault="002E3BC9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管理</w:t>
            </w:r>
            <w:r w:rsidR="00992D78">
              <w:rPr>
                <w:rFonts w:hint="eastAsia"/>
                <w:szCs w:val="21"/>
              </w:rPr>
              <w:t>栄養士</w:t>
            </w: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機能訓練指導員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理学療法士</w:t>
            </w: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介護支援専門員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常勤</w:t>
            </w: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事務員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常勤</w:t>
            </w: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 w:rsidP="002E3BC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〃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調理員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調理師</w:t>
            </w: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 w:rsidP="002E3BC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〃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 w:rsidP="002E3BC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〃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  <w:tr w:rsidR="00992D78">
        <w:tc>
          <w:tcPr>
            <w:tcW w:w="482" w:type="dxa"/>
          </w:tcPr>
          <w:p w:rsidR="00992D78" w:rsidRDefault="00992D78">
            <w:pPr>
              <w:numPr>
                <w:ilvl w:val="0"/>
                <w:numId w:val="1"/>
              </w:numPr>
              <w:rPr>
                <w:rFonts w:hint="eastAsia"/>
                <w:szCs w:val="21"/>
              </w:rPr>
            </w:pPr>
          </w:p>
        </w:tc>
        <w:tc>
          <w:tcPr>
            <w:tcW w:w="2027" w:type="dxa"/>
            <w:vAlign w:val="center"/>
          </w:tcPr>
          <w:p w:rsidR="00992D78" w:rsidRDefault="00992D78" w:rsidP="002E3BC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〃</w:t>
            </w:r>
          </w:p>
        </w:tc>
        <w:tc>
          <w:tcPr>
            <w:tcW w:w="135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36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非常勤</w:t>
            </w:r>
          </w:p>
        </w:tc>
        <w:tc>
          <w:tcPr>
            <w:tcW w:w="2213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  <w:tc>
          <w:tcPr>
            <w:tcW w:w="1142" w:type="dxa"/>
            <w:vAlign w:val="center"/>
          </w:tcPr>
          <w:p w:rsidR="00992D78" w:rsidRDefault="00992D78">
            <w:pPr>
              <w:rPr>
                <w:rFonts w:hint="eastAsia"/>
                <w:szCs w:val="21"/>
              </w:rPr>
            </w:pPr>
          </w:p>
        </w:tc>
      </w:tr>
    </w:tbl>
    <w:p w:rsidR="00992D78" w:rsidRDefault="00992D78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　注意</w:t>
      </w:r>
    </w:p>
    <w:p w:rsidR="00992D78" w:rsidRDefault="008E36EC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　　職員全員の履歴書の履歴書を添付してください。（</w:t>
      </w:r>
      <w:r w:rsidR="00992D78">
        <w:rPr>
          <w:rFonts w:hint="eastAsia"/>
          <w:szCs w:val="21"/>
        </w:rPr>
        <w:t>既存のもので可。）</w:t>
      </w:r>
    </w:p>
    <w:p w:rsidR="00992D78" w:rsidRDefault="008E36EC">
      <w:pPr>
        <w:pStyle w:val="a3"/>
        <w:rPr>
          <w:rFonts w:hint="eastAsia"/>
        </w:rPr>
      </w:pPr>
      <w:r>
        <w:rPr>
          <w:rFonts w:hint="eastAsia"/>
        </w:rPr>
        <w:t xml:space="preserve">　　なお、</w:t>
      </w:r>
      <w:r w:rsidR="00992D78">
        <w:rPr>
          <w:rFonts w:hint="eastAsia"/>
        </w:rPr>
        <w:t>施設長，医師，看護職員，生活相談員，栄養士，</w:t>
      </w:r>
      <w:r>
        <w:rPr>
          <w:rFonts w:hint="eastAsia"/>
        </w:rPr>
        <w:t>機能訓練指導員は資格証明書の写しも添付してください。（</w:t>
      </w:r>
      <w:r w:rsidR="00992D78">
        <w:rPr>
          <w:rFonts w:hint="eastAsia"/>
        </w:rPr>
        <w:t>既存のもので可。）</w:t>
      </w:r>
    </w:p>
    <w:p w:rsidR="00992D78" w:rsidRDefault="00992D78">
      <w:pPr>
        <w:ind w:left="386" w:hangingChars="200" w:hanging="386"/>
        <w:rPr>
          <w:rFonts w:hint="eastAsia"/>
          <w:szCs w:val="21"/>
        </w:rPr>
      </w:pPr>
      <w:r>
        <w:rPr>
          <w:rFonts w:hint="eastAsia"/>
          <w:szCs w:val="21"/>
        </w:rPr>
        <w:t xml:space="preserve">　　介護職員は</w:t>
      </w:r>
      <w:r w:rsidR="008E36EC">
        <w:rPr>
          <w:rFonts w:hint="eastAsia"/>
          <w:szCs w:val="21"/>
        </w:rPr>
        <w:t>、</w:t>
      </w:r>
      <w:r>
        <w:rPr>
          <w:rFonts w:hint="eastAsia"/>
          <w:szCs w:val="21"/>
        </w:rPr>
        <w:t>ユニット毎に記載し</w:t>
      </w:r>
      <w:r w:rsidR="008E36EC">
        <w:rPr>
          <w:rFonts w:hint="eastAsia"/>
          <w:szCs w:val="21"/>
        </w:rPr>
        <w:t>、</w:t>
      </w:r>
      <w:r>
        <w:rPr>
          <w:rFonts w:hint="eastAsia"/>
          <w:szCs w:val="21"/>
        </w:rPr>
        <w:t>ユニットﾘｰﾀﾞｰを明記すること。また</w:t>
      </w:r>
      <w:r w:rsidR="008E36EC">
        <w:rPr>
          <w:rFonts w:hint="eastAsia"/>
          <w:szCs w:val="21"/>
        </w:rPr>
        <w:t>、ユニットﾘｰﾀﾞｰ研修を受講した者については、</w:t>
      </w:r>
      <w:r>
        <w:rPr>
          <w:rFonts w:hint="eastAsia"/>
          <w:szCs w:val="21"/>
        </w:rPr>
        <w:t>その研修履歴がわかる書面を添付してください。</w:t>
      </w:r>
    </w:p>
    <w:sectPr w:rsidR="00992D78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B9B" w:rsidRDefault="00C26B9B">
      <w:r>
        <w:separator/>
      </w:r>
    </w:p>
  </w:endnote>
  <w:endnote w:type="continuationSeparator" w:id="0">
    <w:p w:rsidR="00C26B9B" w:rsidRDefault="00C26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B9B" w:rsidRDefault="00C26B9B">
      <w:r>
        <w:separator/>
      </w:r>
    </w:p>
  </w:footnote>
  <w:footnote w:type="continuationSeparator" w:id="0">
    <w:p w:rsidR="00C26B9B" w:rsidRDefault="00C26B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D78" w:rsidRDefault="008E36EC">
    <w:pPr>
      <w:pStyle w:val="a4"/>
      <w:jc w:val="right"/>
    </w:pPr>
    <w:r>
      <w:rPr>
        <w:rFonts w:hint="eastAsia"/>
      </w:rPr>
      <w:t>（</w:t>
    </w:r>
    <w:r w:rsidR="00992D78">
      <w:rPr>
        <w:rFonts w:hint="eastAsia"/>
      </w:rPr>
      <w:t>添付</w:t>
    </w:r>
    <w:r>
      <w:rPr>
        <w:rFonts w:hint="eastAsia"/>
      </w:rPr>
      <w:t>書式</w:t>
    </w:r>
    <w:r w:rsidR="00992D78">
      <w:rPr>
        <w:rFonts w:hint="eastAsia"/>
      </w:rPr>
      <w:t>４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032D7"/>
    <w:multiLevelType w:val="hybridMultilevel"/>
    <w:tmpl w:val="5F942D1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6EC"/>
    <w:rsid w:val="000540AE"/>
    <w:rsid w:val="002E3BC9"/>
    <w:rsid w:val="006051DA"/>
    <w:rsid w:val="008E36EC"/>
    <w:rsid w:val="00992D78"/>
    <w:rsid w:val="00C2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A0792C6-5DB4-4AC5-A26F-3FC84DD82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193" w:hangingChars="100" w:hanging="193"/>
    </w:pPr>
    <w:rPr>
      <w:szCs w:val="21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FDD01BA2.dotm</Template>
  <TotalTime>0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第四号様式（第四条）</vt:lpstr>
      <vt:lpstr>第四号様式（第四条）</vt:lpstr>
    </vt:vector>
  </TitlesOfParts>
  <Company>千葉県</Company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第四号様式（第四条）</dc:title>
  <dc:subject/>
  <dc:creator>橋村　和樹</dc:creator>
  <cp:keywords/>
  <dc:description/>
  <cp:lastModifiedBy>橋村　和樹</cp:lastModifiedBy>
  <cp:revision>2</cp:revision>
  <cp:lastPrinted>2011-08-09T09:47:00Z</cp:lastPrinted>
  <dcterms:created xsi:type="dcterms:W3CDTF">2019-12-26T07:50:00Z</dcterms:created>
  <dcterms:modified xsi:type="dcterms:W3CDTF">2019-12-26T07:50:00Z</dcterms:modified>
</cp:coreProperties>
</file>