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A770FA" w:rsidRDefault="00B9325B" w:rsidP="00A770FA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A770FA">
        <w:rPr>
          <w:rFonts w:hint="eastAsia"/>
          <w:sz w:val="28"/>
          <w:szCs w:val="28"/>
        </w:rPr>
        <w:t>公募型</w:t>
      </w:r>
      <w:r>
        <w:rPr>
          <w:rFonts w:hint="eastAsia"/>
          <w:sz w:val="28"/>
          <w:szCs w:val="28"/>
        </w:rPr>
        <w:t>プロポーザル</w:t>
      </w:r>
      <w:r w:rsidRPr="00A770FA">
        <w:rPr>
          <w:rFonts w:hint="eastAsia"/>
          <w:sz w:val="28"/>
          <w:szCs w:val="28"/>
        </w:rPr>
        <w:t>参加</w:t>
      </w:r>
      <w:r w:rsidR="00942472">
        <w:rPr>
          <w:rFonts w:hint="eastAsia"/>
          <w:sz w:val="28"/>
          <w:szCs w:val="28"/>
        </w:rPr>
        <w:t>辞退届</w:t>
      </w:r>
    </w:p>
    <w:p w:rsidR="002F6587" w:rsidRDefault="002F6587" w:rsidP="002F6587">
      <w:pPr>
        <w:rPr>
          <w:rFonts w:hint="eastAsia"/>
        </w:rPr>
      </w:pPr>
    </w:p>
    <w:p w:rsidR="00A770FA" w:rsidRDefault="007F4EDF" w:rsidP="00A770FA">
      <w:pPr>
        <w:wordWrap w:val="0"/>
        <w:jc w:val="right"/>
        <w:rPr>
          <w:rFonts w:hint="eastAsia"/>
        </w:rPr>
      </w:pPr>
      <w:r w:rsidRPr="007F4EDF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>
      <w:pPr>
        <w:rPr>
          <w:rFonts w:hint="eastAsia"/>
        </w:rPr>
      </w:pPr>
    </w:p>
    <w:p w:rsidR="00A770FA" w:rsidRDefault="00A770FA" w:rsidP="0079522F">
      <w:pPr>
        <w:rPr>
          <w:rFonts w:hint="eastAsia"/>
        </w:rPr>
      </w:pPr>
      <w:r>
        <w:rPr>
          <w:rFonts w:hint="eastAsia"/>
        </w:rPr>
        <w:t xml:space="preserve">　倉敷市水道事業管理者　</w:t>
      </w:r>
      <w:r w:rsidR="00511BDD" w:rsidRPr="00511BDD">
        <w:rPr>
          <w:rFonts w:hint="eastAsia"/>
          <w:szCs w:val="22"/>
        </w:rPr>
        <w:t>あて</w:t>
      </w:r>
    </w:p>
    <w:p w:rsidR="002F6587" w:rsidRDefault="002F6587" w:rsidP="0079522F">
      <w:pPr>
        <w:rPr>
          <w:rFonts w:hint="eastAsia"/>
        </w:rPr>
      </w:pPr>
    </w:p>
    <w:p w:rsidR="00744CF3" w:rsidRDefault="00744CF3" w:rsidP="0079522F">
      <w:pPr>
        <w:rPr>
          <w:rFonts w:hint="eastAsia"/>
        </w:rPr>
      </w:pPr>
    </w:p>
    <w:p w:rsidR="00A770FA" w:rsidRDefault="00A770FA" w:rsidP="002F6587">
      <w:pPr>
        <w:wordWrap w:val="0"/>
        <w:jc w:val="right"/>
        <w:rPr>
          <w:rFonts w:hint="eastAsia"/>
        </w:rPr>
      </w:pPr>
      <w:r w:rsidRPr="00B9325B">
        <w:rPr>
          <w:rFonts w:hint="eastAsia"/>
          <w:spacing w:val="167"/>
          <w:fitText w:val="1326" w:id="-951881472"/>
        </w:rPr>
        <w:t>所在</w:t>
      </w:r>
      <w:r w:rsidRPr="00B9325B">
        <w:rPr>
          <w:rFonts w:hint="eastAsia"/>
          <w:spacing w:val="-1"/>
          <w:fitText w:val="1326" w:id="-951881472"/>
        </w:rPr>
        <w:t>地</w:t>
      </w:r>
      <w:r w:rsidR="002F6587">
        <w:rPr>
          <w:rFonts w:hint="eastAsia"/>
        </w:rPr>
        <w:t xml:space="preserve">　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F6587">
      <w:pPr>
        <w:wordWrap w:val="0"/>
        <w:jc w:val="right"/>
        <w:rPr>
          <w:rFonts w:hint="eastAsia"/>
        </w:rPr>
      </w:pPr>
      <w:r>
        <w:rPr>
          <w:rFonts w:hint="eastAsia"/>
        </w:rPr>
        <w:t>商号又は名称</w:t>
      </w:r>
      <w:r w:rsidR="002F6587">
        <w:rPr>
          <w:rFonts w:hint="eastAsia"/>
        </w:rPr>
        <w:t xml:space="preserve">　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F6587">
      <w:pPr>
        <w:wordWrap w:val="0"/>
        <w:jc w:val="right"/>
        <w:rPr>
          <w:rFonts w:hint="eastAsia"/>
        </w:rPr>
      </w:pPr>
      <w:r>
        <w:rPr>
          <w:rFonts w:hint="eastAsia"/>
        </w:rPr>
        <w:t>代表</w:t>
      </w:r>
      <w:r w:rsidR="00721501">
        <w:rPr>
          <w:rFonts w:hint="eastAsia"/>
        </w:rPr>
        <w:t xml:space="preserve">者職氏名　　　　　　　　　　　　　　　</w:t>
      </w:r>
      <w:r w:rsidR="00067223">
        <w:rPr>
          <w:rFonts w:hint="eastAsia"/>
        </w:rPr>
        <w:t xml:space="preserve">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2F6587" w:rsidRDefault="002F6587" w:rsidP="002F6587">
      <w:pPr>
        <w:jc w:val="right"/>
        <w:rPr>
          <w:rFonts w:hint="eastAsia"/>
        </w:rPr>
      </w:pPr>
    </w:p>
    <w:p w:rsidR="003C69C5" w:rsidRDefault="003C69C5" w:rsidP="002F6587">
      <w:pPr>
        <w:jc w:val="right"/>
        <w:rPr>
          <w:rFonts w:hint="eastAsia"/>
        </w:rPr>
      </w:pPr>
    </w:p>
    <w:p w:rsidR="00A770FA" w:rsidRDefault="00A770FA" w:rsidP="00A770FA">
      <w:pPr>
        <w:rPr>
          <w:rFonts w:hint="eastAsia"/>
        </w:rPr>
      </w:pPr>
      <w:r>
        <w:rPr>
          <w:rFonts w:hint="eastAsia"/>
        </w:rPr>
        <w:t xml:space="preserve">　</w:t>
      </w:r>
      <w:r w:rsidR="00942472">
        <w:rPr>
          <w:rFonts w:hint="eastAsia"/>
        </w:rPr>
        <w:t>この度</w:t>
      </w:r>
      <w:r w:rsidR="00E57A20">
        <w:rPr>
          <w:rFonts w:hint="eastAsia"/>
        </w:rPr>
        <w:t>、</w:t>
      </w:r>
      <w:r w:rsidR="00942472">
        <w:rPr>
          <w:rFonts w:hint="eastAsia"/>
        </w:rPr>
        <w:t>貴局が実施している</w:t>
      </w:r>
      <w:r w:rsidR="00B9325B" w:rsidRPr="002C67BC">
        <w:rPr>
          <w:rFonts w:hAnsi="ＭＳ 明朝" w:hint="eastAsia"/>
          <w:szCs w:val="22"/>
        </w:rPr>
        <w:t>倉敷市</w:t>
      </w:r>
      <w:r w:rsidR="00B9325B">
        <w:rPr>
          <w:rFonts w:hAnsi="ＭＳ 明朝" w:hint="eastAsia"/>
          <w:szCs w:val="22"/>
        </w:rPr>
        <w:t>水道局</w:t>
      </w:r>
      <w:r w:rsidR="00B9325B" w:rsidRPr="002C67BC">
        <w:rPr>
          <w:rFonts w:hAnsi="ＭＳ 明朝" w:hint="eastAsia"/>
          <w:szCs w:val="22"/>
        </w:rPr>
        <w:t>水道料金</w:t>
      </w:r>
      <w:r w:rsidR="00B9325B">
        <w:rPr>
          <w:rFonts w:hAnsi="ＭＳ 明朝" w:hint="eastAsia"/>
          <w:szCs w:val="22"/>
        </w:rPr>
        <w:t>収納</w:t>
      </w:r>
      <w:r w:rsidR="00B9325B" w:rsidRPr="002C67BC">
        <w:rPr>
          <w:rFonts w:hAnsi="ＭＳ 明朝" w:hint="eastAsia"/>
          <w:szCs w:val="22"/>
        </w:rPr>
        <w:t>等業務委託</w:t>
      </w:r>
      <w:r w:rsidR="00E44344">
        <w:rPr>
          <w:rFonts w:hAnsi="ＭＳ 明朝" w:hint="eastAsia"/>
          <w:szCs w:val="22"/>
        </w:rPr>
        <w:t>（サ）</w:t>
      </w:r>
      <w:r w:rsidR="00942472" w:rsidRPr="00942472">
        <w:rPr>
          <w:rFonts w:hint="eastAsia"/>
          <w:szCs w:val="22"/>
        </w:rPr>
        <w:t>の</w:t>
      </w:r>
      <w:r w:rsidR="00B9325B" w:rsidRPr="00942472">
        <w:rPr>
          <w:rFonts w:hint="eastAsia"/>
          <w:szCs w:val="22"/>
        </w:rPr>
        <w:t>公募型</w:t>
      </w:r>
      <w:r w:rsidR="00B9325B">
        <w:rPr>
          <w:rFonts w:hint="eastAsia"/>
          <w:szCs w:val="22"/>
        </w:rPr>
        <w:t>プロポーザル</w:t>
      </w:r>
      <w:r w:rsidR="00942472">
        <w:rPr>
          <w:rFonts w:hint="eastAsia"/>
          <w:szCs w:val="22"/>
        </w:rPr>
        <w:t>への</w:t>
      </w:r>
      <w:r w:rsidR="00942472" w:rsidRPr="00942472">
        <w:rPr>
          <w:rFonts w:hint="eastAsia"/>
          <w:szCs w:val="22"/>
        </w:rPr>
        <w:t>参加</w:t>
      </w:r>
      <w:r w:rsidR="00942472">
        <w:rPr>
          <w:rFonts w:hint="eastAsia"/>
          <w:szCs w:val="22"/>
        </w:rPr>
        <w:t>を</w:t>
      </w:r>
      <w:r w:rsidR="00942472" w:rsidRPr="00942472">
        <w:rPr>
          <w:rFonts w:hint="eastAsia"/>
          <w:szCs w:val="22"/>
        </w:rPr>
        <w:t>辞退</w:t>
      </w:r>
      <w:r w:rsidR="00942472">
        <w:rPr>
          <w:rFonts w:hint="eastAsia"/>
          <w:szCs w:val="22"/>
        </w:rPr>
        <w:t>したく</w:t>
      </w:r>
      <w:r w:rsidR="00E57A20">
        <w:rPr>
          <w:rFonts w:hint="eastAsia"/>
          <w:szCs w:val="22"/>
        </w:rPr>
        <w:t>、</w:t>
      </w:r>
      <w:r w:rsidR="00942472">
        <w:rPr>
          <w:rFonts w:hint="eastAsia"/>
          <w:szCs w:val="22"/>
        </w:rPr>
        <w:t>ここに届け出ます。</w:t>
      </w:r>
    </w:p>
    <w:p w:rsidR="00C67494" w:rsidRPr="00B9325B" w:rsidRDefault="00C67494" w:rsidP="00C67494">
      <w:pPr>
        <w:rPr>
          <w:rFonts w:hint="eastAsia"/>
        </w:rPr>
      </w:pPr>
    </w:p>
    <w:sectPr w:rsidR="00C67494" w:rsidRPr="00B9325B">
      <w:headerReference w:type="default" r:id="rId7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3AC" w:rsidRDefault="001E33AC">
      <w:r>
        <w:separator/>
      </w:r>
    </w:p>
  </w:endnote>
  <w:endnote w:type="continuationSeparator" w:id="0">
    <w:p w:rsidR="001E33AC" w:rsidRDefault="001E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3AC" w:rsidRDefault="001E33AC">
      <w:r>
        <w:separator/>
      </w:r>
    </w:p>
  </w:footnote>
  <w:footnote w:type="continuationSeparator" w:id="0">
    <w:p w:rsidR="001E33AC" w:rsidRDefault="001E3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9C5" w:rsidRDefault="003C69C5" w:rsidP="003C69C5">
    <w:pPr>
      <w:pStyle w:val="a5"/>
      <w:jc w:val="right"/>
      <w:rPr>
        <w:rFonts w:hint="eastAsia"/>
        <w:sz w:val="20"/>
        <w:szCs w:val="20"/>
      </w:rPr>
    </w:pPr>
    <w:r w:rsidRPr="00606964">
      <w:rPr>
        <w:rFonts w:hint="eastAsia"/>
        <w:sz w:val="20"/>
        <w:szCs w:val="20"/>
      </w:rPr>
      <w:t>様式第</w:t>
    </w:r>
    <w:r w:rsidR="00B9325B">
      <w:rPr>
        <w:rFonts w:hint="eastAsia"/>
        <w:sz w:val="20"/>
        <w:szCs w:val="20"/>
      </w:rPr>
      <w:t>５号</w:t>
    </w:r>
  </w:p>
  <w:p w:rsidR="00B9325B" w:rsidRPr="00606964" w:rsidRDefault="00B9325B" w:rsidP="003C69C5">
    <w:pPr>
      <w:pStyle w:val="a5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67223"/>
    <w:rsid w:val="00093DD0"/>
    <w:rsid w:val="00180130"/>
    <w:rsid w:val="001E33AC"/>
    <w:rsid w:val="001F4A8D"/>
    <w:rsid w:val="002A7664"/>
    <w:rsid w:val="002F6587"/>
    <w:rsid w:val="00314C94"/>
    <w:rsid w:val="00345568"/>
    <w:rsid w:val="00352E92"/>
    <w:rsid w:val="003C69C5"/>
    <w:rsid w:val="003E0BC8"/>
    <w:rsid w:val="003E39FB"/>
    <w:rsid w:val="003F6B4C"/>
    <w:rsid w:val="004C4F84"/>
    <w:rsid w:val="004D23E2"/>
    <w:rsid w:val="00511BDD"/>
    <w:rsid w:val="006002B1"/>
    <w:rsid w:val="00606964"/>
    <w:rsid w:val="00655F09"/>
    <w:rsid w:val="006D3B8E"/>
    <w:rsid w:val="00705C72"/>
    <w:rsid w:val="00721501"/>
    <w:rsid w:val="00744CF3"/>
    <w:rsid w:val="0079522F"/>
    <w:rsid w:val="007A2B5C"/>
    <w:rsid w:val="007F4EDF"/>
    <w:rsid w:val="00861D16"/>
    <w:rsid w:val="00920813"/>
    <w:rsid w:val="00942472"/>
    <w:rsid w:val="00A770FA"/>
    <w:rsid w:val="00AC0535"/>
    <w:rsid w:val="00B73116"/>
    <w:rsid w:val="00B752D4"/>
    <w:rsid w:val="00B9325B"/>
    <w:rsid w:val="00C65FC7"/>
    <w:rsid w:val="00C67494"/>
    <w:rsid w:val="00CE667A"/>
    <w:rsid w:val="00D04BEE"/>
    <w:rsid w:val="00D4403C"/>
    <w:rsid w:val="00D63BE5"/>
    <w:rsid w:val="00E44344"/>
    <w:rsid w:val="00E45446"/>
    <w:rsid w:val="00E57A20"/>
    <w:rsid w:val="00E76D4B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15E077-FA1C-4416-9A1D-65D7C1B0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3C69C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69C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2</cp:revision>
  <cp:lastPrinted>2015-06-05T05:36:00Z</cp:lastPrinted>
  <dcterms:created xsi:type="dcterms:W3CDTF">2025-06-23T00:11:00Z</dcterms:created>
  <dcterms:modified xsi:type="dcterms:W3CDTF">2025-06-23T00:11:00Z</dcterms:modified>
</cp:coreProperties>
</file>